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D86B9" w14:textId="702C3A33" w:rsidR="006E5D65" w:rsidRPr="000C04D2" w:rsidRDefault="00997F14" w:rsidP="002D3375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A670CA" w:rsidRPr="000C04D2">
        <w:rPr>
          <w:rFonts w:ascii="Corbel" w:hAnsi="Corbel"/>
          <w:b/>
          <w:bCs/>
          <w:sz w:val="24"/>
          <w:szCs w:val="24"/>
        </w:rPr>
        <w:tab/>
      </w:r>
      <w:r w:rsidR="00D8678B" w:rsidRPr="000C04D2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="006F31E2" w:rsidRPr="000C04D2">
        <w:rPr>
          <w:rFonts w:ascii="Corbel" w:hAnsi="Corbel" w:cs="Arial"/>
          <w:bCs/>
          <w:i/>
          <w:sz w:val="24"/>
          <w:szCs w:val="24"/>
        </w:rPr>
        <w:t>1.5</w:t>
      </w:r>
      <w:r w:rsidR="00D8678B" w:rsidRPr="000C04D2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="002A22BF" w:rsidRPr="000C04D2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="00CD6897" w:rsidRPr="000C04D2">
        <w:rPr>
          <w:rFonts w:ascii="Corbel" w:hAnsi="Corbel" w:cs="Arial"/>
          <w:bCs/>
          <w:i/>
          <w:sz w:val="24"/>
          <w:szCs w:val="24"/>
        </w:rPr>
        <w:t xml:space="preserve">nr </w:t>
      </w:r>
      <w:r w:rsidR="00F17567" w:rsidRPr="000C04D2">
        <w:rPr>
          <w:rFonts w:ascii="Corbel" w:hAnsi="Corbel" w:cs="Arial"/>
          <w:bCs/>
          <w:i/>
          <w:sz w:val="24"/>
          <w:szCs w:val="24"/>
        </w:rPr>
        <w:t>12/2019</w:t>
      </w:r>
    </w:p>
    <w:p w14:paraId="3EC638E1" w14:textId="1D558739" w:rsidR="0085747A" w:rsidRPr="000C04D2" w:rsidRDefault="0085747A" w:rsidP="000C04D2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14:paraId="5580E920" w14:textId="008FDD86" w:rsidR="0085747A" w:rsidRPr="000C04D2" w:rsidRDefault="0071620A" w:rsidP="00EA4832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="0085747A" w:rsidRPr="000C04D2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="00F51F8D" w:rsidRPr="00F51F8D">
        <w:rPr>
          <w:rFonts w:ascii="Corbel" w:hAnsi="Corbel" w:cs="Arial"/>
          <w:b/>
          <w:smallCaps/>
          <w:sz w:val="24"/>
          <w:szCs w:val="24"/>
        </w:rPr>
        <w:t>2023-2026</w:t>
      </w:r>
    </w:p>
    <w:p w14:paraId="4D7C6537" w14:textId="0D6800D4" w:rsidR="0085747A" w:rsidRDefault="00EA4832" w:rsidP="000C04D2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 w:rsid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="0085747A" w:rsidRPr="00610CD4">
        <w:rPr>
          <w:rFonts w:ascii="Corbel" w:hAnsi="Corbel" w:cs="Arial"/>
          <w:i/>
          <w:sz w:val="20"/>
          <w:szCs w:val="24"/>
        </w:rPr>
        <w:t>(skrajne daty</w:t>
      </w:r>
      <w:r w:rsidR="0085747A" w:rsidRPr="00610CD4">
        <w:rPr>
          <w:rFonts w:ascii="Corbel" w:hAnsi="Corbel" w:cs="Arial"/>
          <w:sz w:val="20"/>
          <w:szCs w:val="24"/>
        </w:rPr>
        <w:t>)</w:t>
      </w:r>
    </w:p>
    <w:p w14:paraId="69F46E39" w14:textId="77777777" w:rsidR="000C04D2" w:rsidRPr="000C04D2" w:rsidRDefault="000C04D2" w:rsidP="000C04D2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14:paraId="3843BABC" w14:textId="2A68490A" w:rsidR="00445970" w:rsidRPr="000C04D2" w:rsidRDefault="00445970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="00A670CA" w:rsidRPr="000C04D2">
        <w:rPr>
          <w:rFonts w:ascii="Corbel" w:hAnsi="Corbel" w:cs="Arial"/>
          <w:sz w:val="24"/>
          <w:szCs w:val="24"/>
        </w:rPr>
        <w:t xml:space="preserve">    </w:t>
      </w:r>
      <w:r w:rsidRPr="000C04D2">
        <w:rPr>
          <w:rFonts w:ascii="Corbel" w:hAnsi="Corbel" w:cs="Arial"/>
          <w:sz w:val="24"/>
          <w:szCs w:val="24"/>
        </w:rPr>
        <w:t xml:space="preserve">Rok akademicki </w:t>
      </w:r>
      <w:r w:rsidR="007C7471" w:rsidRPr="000C04D2">
        <w:rPr>
          <w:rFonts w:ascii="Corbel" w:hAnsi="Corbel" w:cs="Arial"/>
          <w:sz w:val="24"/>
          <w:szCs w:val="24"/>
        </w:rPr>
        <w:t>20</w:t>
      </w:r>
      <w:r w:rsidR="00522382" w:rsidRPr="000C04D2">
        <w:rPr>
          <w:rFonts w:ascii="Corbel" w:hAnsi="Corbel" w:cs="Arial"/>
          <w:sz w:val="24"/>
          <w:szCs w:val="24"/>
        </w:rPr>
        <w:t>2</w:t>
      </w:r>
      <w:r w:rsidR="00F51F8D">
        <w:rPr>
          <w:rFonts w:ascii="Corbel" w:hAnsi="Corbel" w:cs="Arial"/>
          <w:sz w:val="24"/>
          <w:szCs w:val="24"/>
        </w:rPr>
        <w:t>5</w:t>
      </w:r>
      <w:r w:rsidR="007C7471" w:rsidRPr="000C04D2">
        <w:rPr>
          <w:rFonts w:ascii="Corbel" w:hAnsi="Corbel" w:cs="Arial"/>
          <w:sz w:val="24"/>
          <w:szCs w:val="24"/>
        </w:rPr>
        <w:t>/202</w:t>
      </w:r>
      <w:r w:rsidR="00F51F8D">
        <w:rPr>
          <w:rFonts w:ascii="Corbel" w:hAnsi="Corbel" w:cs="Arial"/>
          <w:sz w:val="24"/>
          <w:szCs w:val="24"/>
        </w:rPr>
        <w:t>6</w:t>
      </w:r>
    </w:p>
    <w:p w14:paraId="195F8A47" w14:textId="77777777" w:rsidR="0085747A" w:rsidRPr="000C04D2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14:paraId="01488051" w14:textId="77777777" w:rsidR="0085747A" w:rsidRPr="000C04D2" w:rsidRDefault="0071620A" w:rsidP="009C54AE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 xml:space="preserve">1. </w:t>
      </w:r>
      <w:r w:rsidR="0085747A" w:rsidRPr="000C04D2">
        <w:rPr>
          <w:rFonts w:ascii="Corbel" w:hAnsi="Corbel" w:cs="Arial"/>
          <w:szCs w:val="24"/>
        </w:rPr>
        <w:t xml:space="preserve">Podstawowe </w:t>
      </w:r>
      <w:r w:rsidR="00445970" w:rsidRPr="000C04D2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C04D2" w14:paraId="613A0078" w14:textId="77777777" w:rsidTr="00B819C8">
        <w:tc>
          <w:tcPr>
            <w:tcW w:w="2694" w:type="dxa"/>
            <w:vAlign w:val="center"/>
          </w:tcPr>
          <w:p w14:paraId="556F5195" w14:textId="77777777" w:rsidR="0085747A" w:rsidRPr="000C04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9996C6" w14:textId="4475EE35" w:rsidR="0085747A" w:rsidRPr="001A01D7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1A01D7">
              <w:rPr>
                <w:rFonts w:ascii="Corbel" w:hAnsi="Corbel" w:cs="Arial"/>
                <w:sz w:val="24"/>
                <w:szCs w:val="24"/>
              </w:rPr>
              <w:t>Służby specjalne w Polsce</w:t>
            </w:r>
          </w:p>
        </w:tc>
      </w:tr>
      <w:tr w:rsidR="0085747A" w:rsidRPr="000C04D2" w14:paraId="55826D86" w14:textId="77777777" w:rsidTr="00B819C8">
        <w:tc>
          <w:tcPr>
            <w:tcW w:w="2694" w:type="dxa"/>
            <w:vAlign w:val="center"/>
          </w:tcPr>
          <w:p w14:paraId="0930F3EF" w14:textId="77777777" w:rsidR="0085747A" w:rsidRPr="000C04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0C04D2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0AC05D" w14:textId="7E5A3E30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 w:rsidR="000C04D2"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="0085747A" w:rsidRPr="000C04D2" w14:paraId="17556FB1" w14:textId="77777777" w:rsidTr="00B819C8">
        <w:tc>
          <w:tcPr>
            <w:tcW w:w="2694" w:type="dxa"/>
            <w:vAlign w:val="center"/>
          </w:tcPr>
          <w:p w14:paraId="07B0A14C" w14:textId="77777777" w:rsidR="0085747A" w:rsidRPr="000C04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0C04D2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289E81" w14:textId="77777777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C04D2" w14:paraId="4A1EFEF3" w14:textId="77777777" w:rsidTr="00B819C8">
        <w:tc>
          <w:tcPr>
            <w:tcW w:w="2694" w:type="dxa"/>
            <w:vAlign w:val="center"/>
          </w:tcPr>
          <w:p w14:paraId="43AA8EF3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3ADC38" w14:textId="78705A32" w:rsidR="0085747A" w:rsidRPr="000C04D2" w:rsidRDefault="001A01D7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0C04D2" w14:paraId="2D31CDBD" w14:textId="77777777" w:rsidTr="00B819C8">
        <w:tc>
          <w:tcPr>
            <w:tcW w:w="2694" w:type="dxa"/>
            <w:vAlign w:val="center"/>
          </w:tcPr>
          <w:p w14:paraId="2227895F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CDBF53" w14:textId="77777777" w:rsidR="0085747A" w:rsidRPr="000C04D2" w:rsidRDefault="007C7471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</w:t>
            </w:r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wewnętrzne</w:t>
            </w:r>
          </w:p>
        </w:tc>
      </w:tr>
      <w:tr w:rsidR="0085747A" w:rsidRPr="000C04D2" w14:paraId="25EAF52C" w14:textId="77777777" w:rsidTr="00B819C8">
        <w:tc>
          <w:tcPr>
            <w:tcW w:w="2694" w:type="dxa"/>
            <w:vAlign w:val="center"/>
          </w:tcPr>
          <w:p w14:paraId="6AAE856D" w14:textId="77777777" w:rsidR="0085747A" w:rsidRPr="000C04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41A886" w14:textId="77777777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Studia 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I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stopnia</w:t>
            </w:r>
          </w:p>
        </w:tc>
      </w:tr>
      <w:tr w:rsidR="0085747A" w:rsidRPr="000C04D2" w14:paraId="549D508C" w14:textId="77777777" w:rsidTr="00B819C8">
        <w:tc>
          <w:tcPr>
            <w:tcW w:w="2694" w:type="dxa"/>
            <w:vAlign w:val="center"/>
          </w:tcPr>
          <w:p w14:paraId="41CC6051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97DA44" w14:textId="77777777" w:rsidR="0085747A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C04D2" w14:paraId="2FB4A874" w14:textId="77777777" w:rsidTr="00B819C8">
        <w:tc>
          <w:tcPr>
            <w:tcW w:w="2694" w:type="dxa"/>
            <w:vAlign w:val="center"/>
          </w:tcPr>
          <w:p w14:paraId="3227EFA4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2125D1" w14:textId="3DAB01CD" w:rsidR="0085747A" w:rsidRPr="000C04D2" w:rsidRDefault="00931A67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S</w:t>
            </w:r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C04D2" w14:paraId="473A4B0F" w14:textId="77777777" w:rsidTr="00B819C8">
        <w:tc>
          <w:tcPr>
            <w:tcW w:w="2694" w:type="dxa"/>
            <w:vAlign w:val="center"/>
          </w:tcPr>
          <w:p w14:paraId="40AF48B3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</w:t>
            </w:r>
            <w:r w:rsidR="0030395F" w:rsidRPr="000C04D2">
              <w:rPr>
                <w:rFonts w:ascii="Corbel" w:hAnsi="Corbel" w:cs="Arial"/>
                <w:sz w:val="24"/>
                <w:szCs w:val="24"/>
              </w:rPr>
              <w:t>/y</w:t>
            </w:r>
            <w:r w:rsidRPr="000C04D2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4DDB6" w14:textId="69A3758D" w:rsidR="0085747A" w:rsidRPr="000C04D2" w:rsidRDefault="000C04D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="0085747A" w:rsidRPr="000C04D2" w14:paraId="364EAF7B" w14:textId="77777777" w:rsidTr="00B819C8">
        <w:tc>
          <w:tcPr>
            <w:tcW w:w="2694" w:type="dxa"/>
            <w:vAlign w:val="center"/>
          </w:tcPr>
          <w:p w14:paraId="225E6447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39CBDD" w14:textId="77FA2D26" w:rsidR="0085747A" w:rsidRPr="000C04D2" w:rsidRDefault="000B3B68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923D7D" w:rsidRPr="000C04D2" w14:paraId="03BFDA8C" w14:textId="77777777" w:rsidTr="00B819C8">
        <w:tc>
          <w:tcPr>
            <w:tcW w:w="2694" w:type="dxa"/>
            <w:vAlign w:val="center"/>
          </w:tcPr>
          <w:p w14:paraId="03AEE57E" w14:textId="77777777" w:rsidR="00923D7D" w:rsidRPr="000C04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A6C426" w14:textId="77777777" w:rsidR="00923D7D" w:rsidRPr="000C04D2" w:rsidRDefault="0030212F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85747A" w:rsidRPr="000C04D2" w14:paraId="07A85A9F" w14:textId="77777777" w:rsidTr="00B819C8">
        <w:tc>
          <w:tcPr>
            <w:tcW w:w="2694" w:type="dxa"/>
            <w:vAlign w:val="center"/>
          </w:tcPr>
          <w:p w14:paraId="722FE02F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B8552D" w14:textId="39B96046" w:rsidR="0085747A" w:rsidRPr="000C04D2" w:rsidRDefault="000C04D2" w:rsidP="007C747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="0085747A" w:rsidRPr="000C04D2" w14:paraId="7C1546CE" w14:textId="77777777" w:rsidTr="00B819C8">
        <w:tc>
          <w:tcPr>
            <w:tcW w:w="2694" w:type="dxa"/>
            <w:vAlign w:val="center"/>
          </w:tcPr>
          <w:p w14:paraId="60A92CDF" w14:textId="77777777" w:rsidR="0085747A" w:rsidRPr="000C04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B602B" w14:textId="22FE8D06" w:rsidR="0085747A" w:rsidRPr="000C04D2" w:rsidRDefault="000C04D2" w:rsidP="007C747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="0030212F" w:rsidRPr="000C04D2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14:paraId="574A5056" w14:textId="77777777" w:rsidR="0085747A" w:rsidRPr="000C04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="00B90885" w:rsidRPr="000C04D2">
        <w:rPr>
          <w:rFonts w:ascii="Corbel" w:hAnsi="Corbel" w:cs="Arial"/>
          <w:b w:val="0"/>
          <w:i/>
          <w:sz w:val="24"/>
          <w:szCs w:val="24"/>
        </w:rPr>
        <w:t>opcjonalni</w:t>
      </w:r>
      <w:r w:rsidR="00B90885" w:rsidRPr="000C04D2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="00B90885" w:rsidRPr="000C04D2">
        <w:rPr>
          <w:rFonts w:ascii="Corbel" w:hAnsi="Corbel" w:cs="Arial"/>
          <w:b w:val="0"/>
          <w:i/>
          <w:sz w:val="24"/>
          <w:szCs w:val="24"/>
        </w:rPr>
        <w:t>w Jednostce</w:t>
      </w:r>
    </w:p>
    <w:p w14:paraId="5A9E7EC9" w14:textId="77777777" w:rsidR="0085747A" w:rsidRPr="000C04D2" w:rsidRDefault="0085747A" w:rsidP="009C54AE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1.</w:t>
      </w:r>
      <w:r w:rsidR="00E22FBC" w:rsidRPr="000C04D2">
        <w:rPr>
          <w:rFonts w:ascii="Corbel" w:hAnsi="Corbel" w:cs="Arial"/>
          <w:sz w:val="24"/>
          <w:szCs w:val="24"/>
        </w:rPr>
        <w:t>1</w:t>
      </w:r>
      <w:r w:rsidRPr="000C04D2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14:paraId="0D72BF9C" w14:textId="77777777" w:rsidR="00923D7D" w:rsidRPr="000C04D2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C04D2" w14:paraId="157A6C3C" w14:textId="77777777" w:rsidTr="00610CD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8E4E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14:paraId="1CB8F684" w14:textId="77777777" w:rsidR="00015B8F" w:rsidRPr="000C04D2" w:rsidRDefault="002B5EA0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</w:t>
            </w:r>
            <w:r w:rsidR="00363F78" w:rsidRPr="000C04D2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F7EC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0DFF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D3D0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CD37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C485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00CE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430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B581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D4F5" w14:textId="77777777" w:rsidR="00015B8F" w:rsidRPr="000C04D2" w:rsidRDefault="00015B8F" w:rsidP="00610CD4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0C04D2">
              <w:rPr>
                <w:rFonts w:ascii="Corbel" w:hAnsi="Corbel" w:cs="Arial"/>
                <w:b/>
                <w:szCs w:val="24"/>
              </w:rPr>
              <w:t>.</w:t>
            </w:r>
            <w:r w:rsidRPr="000C04D2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0C04D2" w14:paraId="17C765D4" w14:textId="77777777" w:rsidTr="00610CD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FA3D" w14:textId="7B404DAD" w:rsidR="00015B8F" w:rsidRPr="000C04D2" w:rsidRDefault="00DA2E48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B1BA" w14:textId="77777777" w:rsidR="00015B8F" w:rsidRPr="000C04D2" w:rsidRDefault="00015B8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15EB" w14:textId="77777777" w:rsidR="00015B8F" w:rsidRPr="000C04D2" w:rsidRDefault="00015B8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C132" w14:textId="22B6CA2D" w:rsidR="00015B8F" w:rsidRPr="000C04D2" w:rsidRDefault="00931A67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796C" w14:textId="77777777" w:rsidR="00015B8F" w:rsidRPr="000C04D2" w:rsidRDefault="00015B8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1168" w14:textId="77777777" w:rsidR="00015B8F" w:rsidRPr="000C04D2" w:rsidRDefault="00015B8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8F49" w14:textId="77777777" w:rsidR="00015B8F" w:rsidRPr="000C04D2" w:rsidRDefault="00015B8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A874" w14:textId="77777777" w:rsidR="00015B8F" w:rsidRPr="000C04D2" w:rsidRDefault="00015B8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482D" w14:textId="77777777" w:rsidR="00015B8F" w:rsidRPr="000C04D2" w:rsidRDefault="00015B8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BE9D" w14:textId="77777777" w:rsidR="00015B8F" w:rsidRPr="000C04D2" w:rsidRDefault="0030212F" w:rsidP="00610CD4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13D7A8DD" w14:textId="77777777" w:rsidR="00923D7D" w:rsidRPr="000C04D2" w:rsidRDefault="00923D7D" w:rsidP="009C54AE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14:paraId="5375E779" w14:textId="77777777" w:rsidR="0085747A" w:rsidRPr="000C04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</w:t>
      </w:r>
      <w:r w:rsidR="00E22FBC" w:rsidRPr="000C04D2">
        <w:rPr>
          <w:rFonts w:ascii="Corbel" w:hAnsi="Corbel" w:cs="Arial"/>
          <w:smallCaps w:val="0"/>
          <w:szCs w:val="24"/>
        </w:rPr>
        <w:t>2</w:t>
      </w:r>
      <w:r w:rsidR="00F83B28" w:rsidRPr="000C04D2">
        <w:rPr>
          <w:rFonts w:ascii="Corbel" w:hAnsi="Corbel" w:cs="Arial"/>
          <w:smallCaps w:val="0"/>
          <w:szCs w:val="24"/>
        </w:rPr>
        <w:t>.</w:t>
      </w:r>
      <w:r w:rsidR="00F83B28" w:rsidRPr="000C04D2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 xml:space="preserve">Sposób realizacji zajęć  </w:t>
      </w:r>
    </w:p>
    <w:p w14:paraId="6D3DE7D8" w14:textId="22BDC49D" w:rsidR="0085747A" w:rsidRPr="000C04D2" w:rsidRDefault="000C04D2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C8297" wp14:editId="044134ED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CA44577" id="Łącznik prosty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1pt,6.4pt" to="3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" strokecolor="black [3040]" strokeweight=".25pt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678F7" wp14:editId="5ACFD8C3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4801DE6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6.4pt" to="32.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" strokecolor="black [3040]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7CFAC" wp14:editId="09FCACA7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326D086" id="Prostokąt 1" o:spid="_x0000_s1026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" fillcolor="white [3201]" strokecolor="black [3200]" strokeweight=".25pt"/>
            </w:pict>
          </mc:Fallback>
        </mc:AlternateContent>
      </w:r>
      <w:r w:rsidR="0085747A" w:rsidRPr="000C04D2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14:paraId="7AF42FF8" w14:textId="61CFE864" w:rsidR="0085747A" w:rsidRPr="000C04D2" w:rsidRDefault="000C04D2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98911" wp14:editId="06458900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DD260AD" id="Prostokąt 2" o:spid="_x0000_s1026" style="position:absolute;margin-left:21.6pt;margin-top:5.4pt;width:9.6pt;height: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" fillcolor="window" strokecolor="windowText" strokeweight=".25pt"/>
            </w:pict>
          </mc:Fallback>
        </mc:AlternateContent>
      </w:r>
      <w:r w:rsidR="0085747A" w:rsidRPr="000C04D2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14:paraId="04E12985" w14:textId="42F23B0B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14:paraId="4D02807F" w14:textId="28900A6F" w:rsidR="00E22FBC" w:rsidRPr="000C04D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="00F83B28" w:rsidRPr="000C04D2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>For</w:t>
      </w:r>
      <w:r w:rsidR="00445970" w:rsidRPr="000C04D2">
        <w:rPr>
          <w:rFonts w:ascii="Corbel" w:hAnsi="Corbel" w:cs="Arial"/>
          <w:smallCaps w:val="0"/>
          <w:szCs w:val="24"/>
        </w:rPr>
        <w:t xml:space="preserve">ma zaliczenia przedmiotu </w:t>
      </w:r>
      <w:r w:rsidRPr="000C04D2">
        <w:rPr>
          <w:rFonts w:ascii="Corbel" w:hAnsi="Corbel" w:cs="Arial"/>
          <w:smallCaps w:val="0"/>
          <w:szCs w:val="24"/>
        </w:rPr>
        <w:t xml:space="preserve">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14:paraId="74087647" w14:textId="77777777" w:rsidR="009C54AE" w:rsidRPr="000C04D2" w:rsidRDefault="009C54AE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03AE8273" w14:textId="69E4B7A9" w:rsidR="00E960BB" w:rsidRPr="000C04D2" w:rsidRDefault="00DA2E48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0C04D2">
        <w:rPr>
          <w:rFonts w:ascii="Corbel" w:hAnsi="Corbel" w:cs="Arial"/>
          <w:b w:val="0"/>
          <w:szCs w:val="24"/>
        </w:rPr>
        <w:t>ZALICZENIE</w:t>
      </w:r>
    </w:p>
    <w:p w14:paraId="4D66EFF5" w14:textId="77777777" w:rsidR="00610CD4" w:rsidRDefault="00610CD4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58CF249B" w14:textId="00C2D4B6" w:rsidR="00E960BB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p w14:paraId="60E30850" w14:textId="77777777" w:rsidR="00610CD4" w:rsidRPr="000C04D2" w:rsidRDefault="00610CD4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0C04D2" w:rsidRPr="000C04D2" w14:paraId="40B9FAE3" w14:textId="77777777" w:rsidTr="000C04D2">
        <w:tc>
          <w:tcPr>
            <w:tcW w:w="9606" w:type="dxa"/>
          </w:tcPr>
          <w:p w14:paraId="1DBC3C4E" w14:textId="464BE0BA" w:rsidR="000C04D2" w:rsidRPr="000C04D2" w:rsidRDefault="000C04D2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14:paraId="39DAADFB" w14:textId="77777777" w:rsidR="00153C41" w:rsidRPr="000C04D2" w:rsidRDefault="00153C41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15515605" w14:textId="77777777" w:rsidR="0085747A" w:rsidRPr="000C04D2" w:rsidRDefault="0071620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lastRenderedPageBreak/>
        <w:t>3.</w:t>
      </w:r>
      <w:r w:rsidR="0085747A" w:rsidRPr="000C04D2">
        <w:rPr>
          <w:rFonts w:ascii="Corbel" w:hAnsi="Corbel" w:cs="Arial"/>
          <w:szCs w:val="24"/>
        </w:rPr>
        <w:t xml:space="preserve"> </w:t>
      </w:r>
      <w:r w:rsidR="00A84C85" w:rsidRPr="000C04D2">
        <w:rPr>
          <w:rFonts w:ascii="Corbel" w:hAnsi="Corbel" w:cs="Arial"/>
          <w:szCs w:val="24"/>
        </w:rPr>
        <w:t>cele, efekty uczenia się</w:t>
      </w:r>
      <w:r w:rsidR="0085747A" w:rsidRPr="000C04D2">
        <w:rPr>
          <w:rFonts w:ascii="Corbel" w:hAnsi="Corbel" w:cs="Arial"/>
          <w:szCs w:val="24"/>
        </w:rPr>
        <w:t xml:space="preserve"> , treści Programowe i stosowane metody Dydaktyczne</w:t>
      </w:r>
    </w:p>
    <w:p w14:paraId="6C5DBD81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633BE6D6" w14:textId="77777777" w:rsidR="0085747A" w:rsidRPr="000C04D2" w:rsidRDefault="0071620A" w:rsidP="009C54AE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3.1 </w:t>
      </w:r>
      <w:r w:rsidR="00C05F44" w:rsidRPr="000C04D2">
        <w:rPr>
          <w:rFonts w:ascii="Corbel" w:hAnsi="Corbel" w:cs="Arial"/>
          <w:sz w:val="24"/>
          <w:szCs w:val="24"/>
        </w:rPr>
        <w:t>Cele przedmiotu</w:t>
      </w:r>
    </w:p>
    <w:p w14:paraId="0C138C04" w14:textId="77777777" w:rsidR="00F83B28" w:rsidRPr="000C04D2" w:rsidRDefault="00F83B28" w:rsidP="009C54AE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C04D2" w14:paraId="26AF1565" w14:textId="77777777" w:rsidTr="00923D7D">
        <w:tc>
          <w:tcPr>
            <w:tcW w:w="851" w:type="dxa"/>
            <w:vAlign w:val="center"/>
          </w:tcPr>
          <w:p w14:paraId="64EF3AFC" w14:textId="77777777" w:rsidR="0085747A" w:rsidRPr="000C04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B6C4F7" w14:textId="72AB4D33" w:rsidR="0085747A" w:rsidRPr="000C04D2" w:rsidRDefault="003021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</w:t>
            </w:r>
            <w:r w:rsidR="007C7471" w:rsidRPr="000C04D2">
              <w:rPr>
                <w:rFonts w:ascii="Corbel" w:hAnsi="Corbel" w:cs="Arial"/>
                <w:b w:val="0"/>
                <w:sz w:val="24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kontrwywiadu</w:t>
            </w:r>
            <w:r w:rsidR="00475D1E" w:rsidRPr="000C04D2">
              <w:rPr>
                <w:rFonts w:ascii="Corbel" w:hAnsi="Corbel" w:cs="Arial"/>
                <w:b w:val="0"/>
                <w:sz w:val="24"/>
                <w:szCs w:val="24"/>
              </w:rPr>
              <w:t>.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C04D2" w14:paraId="58DC9DCB" w14:textId="77777777" w:rsidTr="00923D7D">
        <w:tc>
          <w:tcPr>
            <w:tcW w:w="851" w:type="dxa"/>
            <w:vAlign w:val="center"/>
          </w:tcPr>
          <w:p w14:paraId="25D4791E" w14:textId="684E57F4" w:rsidR="0085747A" w:rsidRPr="000C04D2" w:rsidRDefault="00475D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373AEE" w14:textId="447E4F72" w:rsidR="0085747A" w:rsidRPr="000C04D2" w:rsidRDefault="00475D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="0085747A" w:rsidRPr="000C04D2" w14:paraId="2F2EA762" w14:textId="77777777" w:rsidTr="00923D7D">
        <w:tc>
          <w:tcPr>
            <w:tcW w:w="851" w:type="dxa"/>
            <w:vAlign w:val="center"/>
          </w:tcPr>
          <w:p w14:paraId="229E4CB7" w14:textId="3498245D" w:rsidR="0085747A" w:rsidRPr="000C04D2" w:rsidRDefault="00475D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1C566" w14:textId="00CB75C8" w:rsidR="0085747A" w:rsidRPr="000C04D2" w:rsidRDefault="00475D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14:paraId="2BD81F76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14:paraId="1D3BC8F0" w14:textId="77777777" w:rsidR="001D7B54" w:rsidRPr="000C04D2" w:rsidRDefault="009F4610" w:rsidP="009C54AE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0C04D2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0C04D2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0C04D2">
        <w:rPr>
          <w:rFonts w:ascii="Corbel" w:hAnsi="Corbel" w:cs="Arial"/>
          <w:b/>
          <w:sz w:val="24"/>
          <w:szCs w:val="24"/>
        </w:rPr>
        <w:t>dla przedmiotu</w:t>
      </w:r>
      <w:r w:rsidR="00445970" w:rsidRPr="000C04D2">
        <w:rPr>
          <w:rFonts w:ascii="Corbel" w:hAnsi="Corbel" w:cs="Arial"/>
          <w:sz w:val="24"/>
          <w:szCs w:val="24"/>
        </w:rPr>
        <w:t xml:space="preserve"> </w:t>
      </w:r>
    </w:p>
    <w:p w14:paraId="19985537" w14:textId="77777777" w:rsidR="001D7B54" w:rsidRPr="000C04D2" w:rsidRDefault="001D7B54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C04D2" w14:paraId="31F0C01A" w14:textId="77777777" w:rsidTr="0030212F">
        <w:tc>
          <w:tcPr>
            <w:tcW w:w="1681" w:type="dxa"/>
            <w:vAlign w:val="center"/>
          </w:tcPr>
          <w:p w14:paraId="0409D109" w14:textId="77777777" w:rsidR="0085747A" w:rsidRPr="000C04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0C04D2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0C04D2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7A506A3" w14:textId="24457F58" w:rsidR="0059600E" w:rsidRPr="000C04D2" w:rsidRDefault="0085747A" w:rsidP="001A01D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FC4FD0" w14:textId="77777777" w:rsidR="0085747A" w:rsidRPr="000C04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C04D2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30212F" w:rsidRPr="000C04D2" w14:paraId="425942A5" w14:textId="77777777" w:rsidTr="0030212F">
        <w:tc>
          <w:tcPr>
            <w:tcW w:w="1681" w:type="dxa"/>
          </w:tcPr>
          <w:p w14:paraId="7C0662BC" w14:textId="566CB6F5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C06B678" w14:textId="1B6E0803" w:rsidR="0030212F" w:rsidRPr="000C04D2" w:rsidRDefault="0059600E" w:rsidP="000C04D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 xml:space="preserve">Zna podstawowe </w:t>
            </w:r>
            <w:r>
              <w:rPr>
                <w:rFonts w:ascii="Corbel" w:hAnsi="Corbel"/>
                <w:sz w:val="24"/>
                <w:szCs w:val="24"/>
              </w:rPr>
              <w:t xml:space="preserve">akty prawne dotyczące funkcjonowania służb specjalnych oraz potrafi zdefiniować ich zadania. </w:t>
            </w:r>
          </w:p>
        </w:tc>
        <w:tc>
          <w:tcPr>
            <w:tcW w:w="1865" w:type="dxa"/>
          </w:tcPr>
          <w:p w14:paraId="4892C9EC" w14:textId="4163CDD4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E767E5" w:rsidRPr="000C04D2">
              <w:rPr>
                <w:rFonts w:ascii="Corbel" w:hAnsi="Corbel" w:cs="Arial"/>
                <w:b w:val="0"/>
                <w:color w:val="000000"/>
                <w:szCs w:val="24"/>
              </w:rPr>
              <w:t>W0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2</w:t>
            </w:r>
          </w:p>
        </w:tc>
      </w:tr>
      <w:tr w:rsidR="0030212F" w:rsidRPr="000C04D2" w14:paraId="6F57CC56" w14:textId="77777777" w:rsidTr="0030212F">
        <w:tc>
          <w:tcPr>
            <w:tcW w:w="1681" w:type="dxa"/>
          </w:tcPr>
          <w:p w14:paraId="755E7A99" w14:textId="77777777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922470" w14:textId="5993C9FB" w:rsidR="0030212F" w:rsidRPr="000C04D2" w:rsidRDefault="0030212F" w:rsidP="000C04D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58CA30C" w14:textId="39049563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E767E5" w:rsidRPr="000C04D2">
              <w:rPr>
                <w:rFonts w:ascii="Corbel" w:hAnsi="Corbel" w:cs="Arial"/>
                <w:b w:val="0"/>
                <w:color w:val="000000"/>
                <w:szCs w:val="24"/>
              </w:rPr>
              <w:t>W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0212F" w:rsidRPr="000C04D2" w14:paraId="03D88A35" w14:textId="77777777" w:rsidTr="0030212F">
        <w:tc>
          <w:tcPr>
            <w:tcW w:w="1681" w:type="dxa"/>
          </w:tcPr>
          <w:p w14:paraId="1646FC4D" w14:textId="77777777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49CF98" w14:textId="1C3AFB3A" w:rsidR="0059600E" w:rsidRPr="0059600E" w:rsidRDefault="0059600E" w:rsidP="000C04D2">
            <w:pPr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Umie wyszukiwać oraz interpretować informacje dotyczące współczesnych zagrożeń dla bezpieczeństwa państwa.</w:t>
            </w:r>
          </w:p>
        </w:tc>
        <w:tc>
          <w:tcPr>
            <w:tcW w:w="1865" w:type="dxa"/>
          </w:tcPr>
          <w:p w14:paraId="76ADC7D7" w14:textId="65FB7DAB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E767E5" w:rsidRPr="000C04D2">
              <w:rPr>
                <w:rFonts w:ascii="Corbel" w:hAnsi="Corbel" w:cs="Arial"/>
                <w:b w:val="0"/>
                <w:color w:val="000000"/>
                <w:szCs w:val="24"/>
              </w:rPr>
              <w:t>U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0212F" w:rsidRPr="000C04D2" w14:paraId="3F660158" w14:textId="77777777" w:rsidTr="0030212F">
        <w:tc>
          <w:tcPr>
            <w:tcW w:w="1681" w:type="dxa"/>
          </w:tcPr>
          <w:p w14:paraId="253AB38D" w14:textId="77777777" w:rsidR="0030212F" w:rsidRPr="000C04D2" w:rsidRDefault="0030212F" w:rsidP="0030212F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806E6B6" w14:textId="615C8E9D" w:rsidR="0059600E" w:rsidRPr="0059600E" w:rsidRDefault="0059600E" w:rsidP="000C04D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zdefiniować podstawowe priorytety państwa ukierunkowane na zapewnienie bezpieczeństwa. </w:t>
            </w:r>
          </w:p>
        </w:tc>
        <w:tc>
          <w:tcPr>
            <w:tcW w:w="1865" w:type="dxa"/>
          </w:tcPr>
          <w:p w14:paraId="1BCDC0B1" w14:textId="0498B5C8" w:rsidR="0030212F" w:rsidRPr="000C04D2" w:rsidRDefault="007C7471" w:rsidP="000C04D2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="0059600E"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</w:tbl>
    <w:p w14:paraId="16B1627E" w14:textId="77777777" w:rsidR="000C04D2" w:rsidRPr="000C04D2" w:rsidRDefault="000C04D2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2FF8C014" w14:textId="77777777" w:rsidR="0085747A" w:rsidRPr="000C04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>3.3</w:t>
      </w:r>
      <w:r w:rsidR="001D7B54" w:rsidRPr="000C04D2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0C04D2">
        <w:rPr>
          <w:rFonts w:ascii="Corbel" w:hAnsi="Corbel" w:cs="Arial"/>
          <w:b/>
          <w:sz w:val="24"/>
          <w:szCs w:val="24"/>
        </w:rPr>
        <w:t>T</w:t>
      </w:r>
      <w:r w:rsidR="001D7B54" w:rsidRPr="000C04D2">
        <w:rPr>
          <w:rFonts w:ascii="Corbel" w:hAnsi="Corbel" w:cs="Arial"/>
          <w:b/>
          <w:sz w:val="24"/>
          <w:szCs w:val="24"/>
        </w:rPr>
        <w:t xml:space="preserve">reści programowe </w:t>
      </w:r>
      <w:r w:rsidR="007327BD" w:rsidRPr="000C04D2">
        <w:rPr>
          <w:rFonts w:ascii="Corbel" w:hAnsi="Corbel" w:cs="Arial"/>
          <w:sz w:val="24"/>
          <w:szCs w:val="24"/>
        </w:rPr>
        <w:t xml:space="preserve">  </w:t>
      </w:r>
    </w:p>
    <w:p w14:paraId="74ED9727" w14:textId="77777777" w:rsidR="00675843" w:rsidRPr="000C04D2" w:rsidRDefault="0085747A" w:rsidP="007C747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14:paraId="59CCB5D7" w14:textId="77777777" w:rsidR="007C7471" w:rsidRPr="000C04D2" w:rsidRDefault="007C7471" w:rsidP="009C54AE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14:paraId="3B724B26" w14:textId="77777777" w:rsidR="0085747A" w:rsidRPr="000C04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="009F4610" w:rsidRPr="000C04D2">
        <w:rPr>
          <w:rFonts w:ascii="Corbel" w:hAnsi="Corbel" w:cs="Arial"/>
          <w:sz w:val="24"/>
          <w:szCs w:val="24"/>
        </w:rPr>
        <w:t xml:space="preserve">, </w:t>
      </w:r>
      <w:r w:rsidRPr="000C04D2">
        <w:rPr>
          <w:rFonts w:ascii="Corbel" w:hAnsi="Corbel" w:cs="Arial"/>
          <w:sz w:val="24"/>
          <w:szCs w:val="24"/>
        </w:rPr>
        <w:t xml:space="preserve">zajęć praktycznych </w:t>
      </w:r>
    </w:p>
    <w:p w14:paraId="2AB9BB6F" w14:textId="77777777" w:rsidR="0085747A" w:rsidRPr="000C04D2" w:rsidRDefault="0085747A" w:rsidP="009C54AE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C04D2" w14:paraId="049581A0" w14:textId="77777777" w:rsidTr="0030212F">
        <w:tc>
          <w:tcPr>
            <w:tcW w:w="9520" w:type="dxa"/>
          </w:tcPr>
          <w:p w14:paraId="325867DE" w14:textId="77777777" w:rsidR="0085747A" w:rsidRPr="000C04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0212F" w:rsidRPr="000C04D2" w14:paraId="20205A80" w14:textId="77777777" w:rsidTr="0030212F">
        <w:tc>
          <w:tcPr>
            <w:tcW w:w="9520" w:type="dxa"/>
          </w:tcPr>
          <w:p w14:paraId="769A7FA9" w14:textId="77777777" w:rsidR="0030212F" w:rsidRPr="000C04D2" w:rsidRDefault="0030212F" w:rsidP="0030212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0212F" w:rsidRPr="000C04D2" w14:paraId="76E28300" w14:textId="77777777" w:rsidTr="0030212F">
        <w:tc>
          <w:tcPr>
            <w:tcW w:w="9520" w:type="dxa"/>
          </w:tcPr>
          <w:p w14:paraId="143CADC1" w14:textId="5976D2A0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2C913550" w14:textId="77777777" w:rsidTr="0030212F">
        <w:tc>
          <w:tcPr>
            <w:tcW w:w="9520" w:type="dxa"/>
          </w:tcPr>
          <w:p w14:paraId="6AC8988C" w14:textId="138A064B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Służby specjalne w XX wieku – wybrane modele działania na przykładzie USA, Wielkiej Brytanii, Niemiec, Izraela i ZSRR/Rosji.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5BBBBD07" w14:textId="77777777" w:rsidTr="0030212F">
        <w:tc>
          <w:tcPr>
            <w:tcW w:w="9520" w:type="dxa"/>
          </w:tcPr>
          <w:p w14:paraId="59B6FAAE" w14:textId="3B63AD0E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Służby ofensywy oraz defensywy II Rzeczypospolitej i ich umiejscowienie w administracji bezpieczeństwa państwa.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228FFC09" w14:textId="77777777" w:rsidTr="0030212F">
        <w:tc>
          <w:tcPr>
            <w:tcW w:w="9520" w:type="dxa"/>
          </w:tcPr>
          <w:p w14:paraId="4C4F8AE3" w14:textId="73DC2560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0212F" w:rsidRPr="000C04D2" w14:paraId="7BA2CC58" w14:textId="77777777" w:rsidTr="0030212F">
        <w:tc>
          <w:tcPr>
            <w:tcW w:w="9520" w:type="dxa"/>
          </w:tcPr>
          <w:p w14:paraId="08C4A962" w14:textId="68ECFC57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( 2 g.)</w:t>
            </w:r>
          </w:p>
        </w:tc>
      </w:tr>
      <w:tr w:rsidR="0030212F" w:rsidRPr="000C04D2" w14:paraId="4EF3FC6B" w14:textId="77777777" w:rsidTr="0030212F">
        <w:tc>
          <w:tcPr>
            <w:tcW w:w="9520" w:type="dxa"/>
          </w:tcPr>
          <w:p w14:paraId="2F865191" w14:textId="6699871F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0212F" w:rsidRPr="000C04D2" w14:paraId="635010F3" w14:textId="77777777" w:rsidTr="0030212F">
        <w:tc>
          <w:tcPr>
            <w:tcW w:w="9520" w:type="dxa"/>
          </w:tcPr>
          <w:p w14:paraId="01277F6C" w14:textId="2AE19138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0212F" w:rsidRPr="000C04D2" w14:paraId="51EC7DD6" w14:textId="77777777" w:rsidTr="0030212F">
        <w:tc>
          <w:tcPr>
            <w:tcW w:w="9520" w:type="dxa"/>
          </w:tcPr>
          <w:p w14:paraId="11A71565" w14:textId="7B6678E6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(4 g.)</w:t>
            </w:r>
          </w:p>
        </w:tc>
      </w:tr>
      <w:tr w:rsidR="0030212F" w:rsidRPr="000C04D2" w14:paraId="5308ACE7" w14:textId="77777777" w:rsidTr="0030212F">
        <w:tc>
          <w:tcPr>
            <w:tcW w:w="9520" w:type="dxa"/>
          </w:tcPr>
          <w:p w14:paraId="78A452C8" w14:textId="0D2C0371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(1 g.)</w:t>
            </w:r>
          </w:p>
        </w:tc>
      </w:tr>
      <w:tr w:rsidR="0030212F" w:rsidRPr="000C04D2" w14:paraId="77248562" w14:textId="77777777" w:rsidTr="0030212F">
        <w:tc>
          <w:tcPr>
            <w:tcW w:w="9520" w:type="dxa"/>
          </w:tcPr>
          <w:p w14:paraId="0EDE09A4" w14:textId="6C8CACF0" w:rsidR="0030212F" w:rsidRPr="000C04D2" w:rsidRDefault="0030212F" w:rsidP="0030212F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Kolokwium zaliczeniowe.</w:t>
            </w:r>
            <w:r w:rsidR="00931A6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( 1 g.)</w:t>
            </w:r>
          </w:p>
        </w:tc>
      </w:tr>
    </w:tbl>
    <w:p w14:paraId="4F1DF244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4AE409AC" w14:textId="77777777" w:rsidR="0085747A" w:rsidRPr="000C04D2" w:rsidRDefault="009F4610" w:rsidP="009C54AE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14:paraId="2953E5B3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129FD22E" w14:textId="77777777" w:rsidR="0085747A" w:rsidRPr="000C04D2" w:rsidRDefault="0030212F" w:rsidP="007C7471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14:paraId="5C1B214E" w14:textId="77777777" w:rsidR="0085747A" w:rsidRPr="000C04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</w:t>
      </w:r>
      <w:r w:rsidR="0085747A" w:rsidRPr="000C04D2">
        <w:rPr>
          <w:rFonts w:ascii="Corbel" w:hAnsi="Corbel" w:cs="Arial"/>
          <w:smallCaps w:val="0"/>
          <w:szCs w:val="24"/>
        </w:rPr>
        <w:t>METODY I KRYTERIA OCENY</w:t>
      </w:r>
      <w:r w:rsidR="009F4610" w:rsidRPr="000C04D2">
        <w:rPr>
          <w:rFonts w:ascii="Corbel" w:hAnsi="Corbel" w:cs="Arial"/>
          <w:smallCaps w:val="0"/>
          <w:szCs w:val="24"/>
        </w:rPr>
        <w:t xml:space="preserve"> </w:t>
      </w:r>
    </w:p>
    <w:p w14:paraId="17D98561" w14:textId="77777777" w:rsidR="00923D7D" w:rsidRPr="000C04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0EDE9E20" w14:textId="77777777" w:rsidR="0085747A" w:rsidRPr="000C04D2" w:rsidRDefault="0085747A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4.1 Sposoby weryfikacji efektów </w:t>
      </w:r>
      <w:r w:rsidR="00C05F44" w:rsidRPr="000C04D2">
        <w:rPr>
          <w:rFonts w:ascii="Corbel" w:hAnsi="Corbel" w:cs="Arial"/>
          <w:smallCaps w:val="0"/>
          <w:szCs w:val="24"/>
        </w:rPr>
        <w:t>uczenia się</w:t>
      </w:r>
    </w:p>
    <w:p w14:paraId="0D64FAD5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C04D2" w14:paraId="242284C8" w14:textId="77777777" w:rsidTr="007C7471">
        <w:tc>
          <w:tcPr>
            <w:tcW w:w="1962" w:type="dxa"/>
            <w:vAlign w:val="center"/>
          </w:tcPr>
          <w:p w14:paraId="75F7829C" w14:textId="77777777" w:rsidR="0085747A" w:rsidRPr="000C04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5A9495" w14:textId="77777777" w:rsidR="0085747A" w:rsidRPr="000C04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502DFFC" w14:textId="77777777" w:rsidR="0085747A" w:rsidRPr="000C04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57A7CE" w14:textId="77777777" w:rsidR="00923D7D" w:rsidRPr="000C04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14:paraId="1FCD5AD6" w14:textId="77777777" w:rsidR="0085747A" w:rsidRPr="000C04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7C7471" w:rsidRPr="000C04D2" w14:paraId="71277134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B99B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5E0E" w14:textId="06E3493A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0465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7471" w:rsidRPr="000C04D2" w14:paraId="1EBBE1F1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C1EB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208BF" w14:textId="587CDA2F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5FF4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7471" w:rsidRPr="000C04D2" w14:paraId="4C6C1E71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AD46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1E48" w14:textId="48CB2C0B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B7C7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7471" w:rsidRPr="000C04D2" w14:paraId="2CC03886" w14:textId="77777777" w:rsidTr="007C747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8A406" w14:textId="77777777" w:rsidR="007C7471" w:rsidRPr="000C04D2" w:rsidRDefault="007C7471" w:rsidP="00E92E7A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6541" w14:textId="35657C36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 w:rsidR="007E6699">
              <w:rPr>
                <w:rFonts w:ascii="Corbel" w:hAnsi="Corbel"/>
                <w:sz w:val="24"/>
                <w:szCs w:val="24"/>
              </w:rPr>
              <w:t>, o</w:t>
            </w:r>
            <w:r w:rsidR="007E6699"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 w:rsidR="007E6699">
              <w:rPr>
                <w:rFonts w:ascii="Corbel" w:hAnsi="Corbel"/>
                <w:sz w:val="24"/>
                <w:szCs w:val="24"/>
              </w:rPr>
              <w:br/>
            </w:r>
            <w:r w:rsidR="007E6699"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E37D2" w14:textId="77777777" w:rsidR="007C7471" w:rsidRPr="000C04D2" w:rsidRDefault="007C7471" w:rsidP="000C04D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E0CEEC" w14:textId="77777777" w:rsidR="00923D7D" w:rsidRPr="000C04D2" w:rsidRDefault="00923D7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756F0D92" w14:textId="77777777" w:rsidR="0085747A" w:rsidRPr="000C04D2" w:rsidRDefault="003E1941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4.2 </w:t>
      </w:r>
      <w:r w:rsidR="0085747A" w:rsidRPr="000C04D2">
        <w:rPr>
          <w:rFonts w:ascii="Corbel" w:hAnsi="Corbel" w:cs="Arial"/>
          <w:smallCaps w:val="0"/>
          <w:szCs w:val="24"/>
        </w:rPr>
        <w:t>Warunki zaliczenia przedmiotu (kryteria oceniania)</w:t>
      </w:r>
      <w:r w:rsidR="00923D7D" w:rsidRPr="000C04D2">
        <w:rPr>
          <w:rFonts w:ascii="Corbel" w:hAnsi="Corbel" w:cs="Arial"/>
          <w:smallCaps w:val="0"/>
          <w:szCs w:val="24"/>
        </w:rPr>
        <w:t xml:space="preserve"> </w:t>
      </w:r>
    </w:p>
    <w:p w14:paraId="40689213" w14:textId="77777777" w:rsidR="00923D7D" w:rsidRPr="000C04D2" w:rsidRDefault="00923D7D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C04D2" w14:paraId="36A61A93" w14:textId="77777777" w:rsidTr="00923D7D">
        <w:tc>
          <w:tcPr>
            <w:tcW w:w="9670" w:type="dxa"/>
          </w:tcPr>
          <w:p w14:paraId="4EE15C7E" w14:textId="43D9F395" w:rsidR="0085747A" w:rsidRPr="002305D1" w:rsidRDefault="007C7471" w:rsidP="002305D1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  <w:r w:rsidR="002305D1">
              <w:rPr>
                <w:rFonts w:ascii="Corbel" w:hAnsi="Corbe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305D1">
              <w:rPr>
                <w:rFonts w:ascii="Corbel" w:hAnsi="Corbel" w:cs="Arial"/>
                <w:sz w:val="24"/>
                <w:szCs w:val="24"/>
              </w:rPr>
              <w:t xml:space="preserve">/ </w:t>
            </w: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14:paraId="1D565A36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14CF972C" w14:textId="77777777" w:rsidR="009F4610" w:rsidRPr="000C04D2" w:rsidRDefault="0085747A" w:rsidP="009C54AE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</w:t>
      </w:r>
      <w:r w:rsidR="00C61DC5" w:rsidRPr="000C04D2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E72662" w14:textId="77777777" w:rsidR="0085747A" w:rsidRPr="000C04D2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C04D2" w14:paraId="0AB5BB94" w14:textId="77777777" w:rsidTr="251F9C0C">
        <w:tc>
          <w:tcPr>
            <w:tcW w:w="4962" w:type="dxa"/>
            <w:vAlign w:val="center"/>
          </w:tcPr>
          <w:p w14:paraId="10B86EAC" w14:textId="77777777" w:rsidR="0085747A" w:rsidRPr="000C04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0C04D2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7A73B6" w14:textId="77777777" w:rsidR="0085747A" w:rsidRPr="000C04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0C04D2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0C04D2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C04D2" w14:paraId="0A7FC123" w14:textId="77777777" w:rsidTr="251F9C0C">
        <w:tc>
          <w:tcPr>
            <w:tcW w:w="4962" w:type="dxa"/>
          </w:tcPr>
          <w:p w14:paraId="78E9C18D" w14:textId="77777777" w:rsidR="0085747A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0C04D2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0C04D2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0C04D2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0C04D2">
              <w:rPr>
                <w:rFonts w:ascii="Corbel" w:hAnsi="Corbel" w:cs="Arial"/>
                <w:sz w:val="24"/>
                <w:szCs w:val="24"/>
              </w:rPr>
              <w:t>ynikające</w:t>
            </w:r>
            <w:r w:rsidR="003F205D" w:rsidRPr="000C04D2">
              <w:rPr>
                <w:rFonts w:ascii="Corbel" w:hAnsi="Corbel" w:cs="Arial"/>
                <w:sz w:val="24"/>
                <w:szCs w:val="24"/>
              </w:rPr>
              <w:t xml:space="preserve"> z </w:t>
            </w:r>
            <w:r w:rsidR="000A3CDF" w:rsidRPr="000C04D2">
              <w:rPr>
                <w:rFonts w:ascii="Corbel" w:hAnsi="Corbel" w:cs="Arial"/>
                <w:sz w:val="24"/>
                <w:szCs w:val="24"/>
              </w:rPr>
              <w:t xml:space="preserve">harmonogramu </w:t>
            </w:r>
            <w:r w:rsidRPr="000C04D2">
              <w:rPr>
                <w:rFonts w:ascii="Corbel" w:hAnsi="Corbel" w:cs="Aria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B3458B" w14:textId="008B49D1" w:rsidR="0085747A" w:rsidRPr="000C04D2" w:rsidRDefault="001A01D7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="00C61DC5" w:rsidRPr="000C04D2" w14:paraId="5D6F4EC3" w14:textId="77777777" w:rsidTr="251F9C0C">
        <w:tc>
          <w:tcPr>
            <w:tcW w:w="4962" w:type="dxa"/>
          </w:tcPr>
          <w:p w14:paraId="622114CF" w14:textId="77777777" w:rsidR="00C61DC5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="000A3CDF" w:rsidRPr="000C04D2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14:paraId="2A2832C6" w14:textId="77777777" w:rsidR="00C61DC5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30AD25" w14:textId="3C80DE70" w:rsidR="00C61DC5" w:rsidRPr="000C04D2" w:rsidRDefault="001A01D7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C61DC5" w:rsidRPr="000C04D2" w14:paraId="096E34A9" w14:textId="77777777" w:rsidTr="251F9C0C">
        <w:tc>
          <w:tcPr>
            <w:tcW w:w="4962" w:type="dxa"/>
          </w:tcPr>
          <w:p w14:paraId="122D8561" w14:textId="77777777" w:rsidR="0071620A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niekontaktowe – praca własna studenta</w:t>
            </w:r>
          </w:p>
          <w:p w14:paraId="77629B59" w14:textId="77777777" w:rsidR="00C61DC5" w:rsidRPr="000C04D2" w:rsidRDefault="00C61DC5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EE9F9E" w14:textId="4B238F08" w:rsidR="00C61DC5" w:rsidRPr="000C04D2" w:rsidRDefault="00F2010B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  <w:r w:rsidR="000C04D2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85747A" w:rsidRPr="000C04D2" w14:paraId="05C11C66" w14:textId="77777777" w:rsidTr="251F9C0C">
        <w:tc>
          <w:tcPr>
            <w:tcW w:w="4962" w:type="dxa"/>
          </w:tcPr>
          <w:p w14:paraId="63E6FD13" w14:textId="77777777" w:rsidR="0085747A" w:rsidRPr="000C04D2" w:rsidRDefault="0085747A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87BF42" w14:textId="77777777" w:rsidR="0085747A" w:rsidRPr="000C04D2" w:rsidRDefault="00F2010B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="0085747A" w:rsidRPr="000C04D2" w14:paraId="6A42ABB7" w14:textId="77777777" w:rsidTr="251F9C0C">
        <w:tc>
          <w:tcPr>
            <w:tcW w:w="4962" w:type="dxa"/>
          </w:tcPr>
          <w:p w14:paraId="5C6B2B3A" w14:textId="77777777" w:rsidR="0085747A" w:rsidRPr="000C04D2" w:rsidRDefault="0085747A" w:rsidP="000C04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66366D" w14:textId="77777777" w:rsidR="0085747A" w:rsidRPr="000C04D2" w:rsidRDefault="00F2010B" w:rsidP="000C04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1AC28D8F" w14:textId="77777777" w:rsidR="0085747A" w:rsidRPr="000C04D2" w:rsidRDefault="00923D7D" w:rsidP="009C54AE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="00C61DC5" w:rsidRPr="000C04D2">
        <w:rPr>
          <w:rFonts w:ascii="Corbel" w:hAnsi="Corbel" w:cs="Aria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BD6704" w14:textId="77777777" w:rsidR="003E1941" w:rsidRPr="000C04D2" w:rsidRDefault="003E1941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6125C38B" w14:textId="77777777" w:rsidR="0085747A" w:rsidRPr="000C04D2" w:rsidRDefault="0071620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6. </w:t>
      </w:r>
      <w:r w:rsidR="0085747A" w:rsidRPr="000C04D2">
        <w:rPr>
          <w:rFonts w:ascii="Corbel" w:hAnsi="Corbel" w:cs="Arial"/>
          <w:smallCaps w:val="0"/>
          <w:szCs w:val="24"/>
        </w:rPr>
        <w:t>PRAKTYKI ZAWO</w:t>
      </w:r>
      <w:r w:rsidR="009D3F3B" w:rsidRPr="000C04D2">
        <w:rPr>
          <w:rFonts w:ascii="Corbel" w:hAnsi="Corbel" w:cs="Arial"/>
          <w:smallCaps w:val="0"/>
          <w:szCs w:val="24"/>
        </w:rPr>
        <w:t>DOWE W RAMACH PRZEDMIOTU</w:t>
      </w:r>
    </w:p>
    <w:p w14:paraId="00CB8317" w14:textId="77777777" w:rsidR="0085747A" w:rsidRPr="000C04D2" w:rsidRDefault="0085747A" w:rsidP="009C54AE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C04D2" w14:paraId="6542ABB2" w14:textId="77777777" w:rsidTr="0071620A">
        <w:trPr>
          <w:trHeight w:val="397"/>
        </w:trPr>
        <w:tc>
          <w:tcPr>
            <w:tcW w:w="3544" w:type="dxa"/>
          </w:tcPr>
          <w:p w14:paraId="1A70C9CC" w14:textId="77777777" w:rsidR="0085747A" w:rsidRPr="000C04D2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FA52AD" w14:textId="7B943B61" w:rsidR="0085747A" w:rsidRPr="000C04D2" w:rsidRDefault="001A01D7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C04D2" w14:paraId="6EADB514" w14:textId="77777777" w:rsidTr="0071620A">
        <w:trPr>
          <w:trHeight w:val="397"/>
        </w:trPr>
        <w:tc>
          <w:tcPr>
            <w:tcW w:w="3544" w:type="dxa"/>
          </w:tcPr>
          <w:p w14:paraId="49C1C306" w14:textId="77777777" w:rsidR="0085747A" w:rsidRPr="000C04D2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63A495" w14:textId="6EE65D7D" w:rsidR="0085747A" w:rsidRPr="000C04D2" w:rsidRDefault="001A01D7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Nie dotyczy</w:t>
            </w:r>
          </w:p>
        </w:tc>
      </w:tr>
    </w:tbl>
    <w:p w14:paraId="1908AF03" w14:textId="77777777" w:rsidR="003E1941" w:rsidRPr="000C04D2" w:rsidRDefault="003E1941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7D2ECB8C" w14:textId="77777777" w:rsidR="0085747A" w:rsidRPr="000C04D2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</w:t>
      </w:r>
      <w:r w:rsidR="0085747A" w:rsidRPr="000C04D2">
        <w:rPr>
          <w:rFonts w:ascii="Corbel" w:hAnsi="Corbel" w:cs="Arial"/>
          <w:smallCaps w:val="0"/>
          <w:szCs w:val="24"/>
        </w:rPr>
        <w:t>LITERATURA</w:t>
      </w:r>
      <w:r w:rsidRPr="000C04D2">
        <w:rPr>
          <w:rFonts w:ascii="Corbel" w:hAnsi="Corbel" w:cs="Arial"/>
          <w:smallCaps w:val="0"/>
          <w:szCs w:val="24"/>
        </w:rPr>
        <w:t xml:space="preserve"> </w:t>
      </w:r>
    </w:p>
    <w:p w14:paraId="0743A250" w14:textId="77777777" w:rsidR="00675843" w:rsidRPr="000C04D2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C04D2" w14:paraId="35F3772A" w14:textId="77777777" w:rsidTr="180F5E03">
        <w:trPr>
          <w:trHeight w:val="397"/>
        </w:trPr>
        <w:tc>
          <w:tcPr>
            <w:tcW w:w="7513" w:type="dxa"/>
          </w:tcPr>
          <w:p w14:paraId="3649E385" w14:textId="5E9396FB" w:rsidR="000B3B68" w:rsidRPr="000B3B68" w:rsidRDefault="0085747A" w:rsidP="000B3B68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14:paraId="143A8840" w14:textId="77777777" w:rsidR="00D56E12" w:rsidRPr="00D56E12" w:rsidRDefault="00D56E12" w:rsidP="00D56E12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Misiuk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, Historia bezpieczeństwa wewnętrznego w Polsce: zarys dziejów, instytucji i służb w latach 1764-1990,  Warszawa 2015.</w:t>
            </w:r>
          </w:p>
          <w:p w14:paraId="2489CA1B" w14:textId="77777777" w:rsidR="00D56E12" w:rsidRPr="00D56E12" w:rsidRDefault="00D56E12" w:rsidP="00D56E12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Larecki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 xml:space="preserve"> J., Wielki leksykon służb specjalnych świata: organizacja wywiadu, kontrwywiadu i policji politycznych świata. Terminologia profesjonalna i żargon, Warszawa 2007.</w:t>
            </w:r>
          </w:p>
          <w:p w14:paraId="551B32E4" w14:textId="77777777" w:rsidR="00D56E12" w:rsidRPr="00D56E12" w:rsidRDefault="00D56E12" w:rsidP="00D56E12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Polskie służby specjalne: słownik, red. K. Wojtaszczyk, Warszawa 2011.</w:t>
            </w:r>
          </w:p>
          <w:p w14:paraId="1DD3A006" w14:textId="0F7C40CE" w:rsidR="000B3B68" w:rsidRPr="000C04D2" w:rsidRDefault="00D56E12" w:rsidP="00D56E12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 xml:space="preserve">Z. 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Grzegorzowski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, Służby specjalne a bezpieczeństwo państwa polskiego, Toruń 2013.</w:t>
            </w:r>
          </w:p>
          <w:p w14:paraId="54EA2753" w14:textId="080AFB2D" w:rsidR="00F2010B" w:rsidRPr="000C04D2" w:rsidRDefault="00F2010B" w:rsidP="00D56E12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="0085747A" w:rsidRPr="000C04D2" w14:paraId="3B197ED5" w14:textId="77777777" w:rsidTr="180F5E03">
        <w:trPr>
          <w:trHeight w:val="397"/>
        </w:trPr>
        <w:tc>
          <w:tcPr>
            <w:tcW w:w="7513" w:type="dxa"/>
          </w:tcPr>
          <w:p w14:paraId="17759F64" w14:textId="6738BE81" w:rsidR="000B3B68" w:rsidRPr="000C04D2" w:rsidRDefault="0085747A" w:rsidP="000B3B68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Literatura uzupełniająca: </w:t>
            </w:r>
          </w:p>
          <w:p w14:paraId="5F0B3BE2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Weiner T., Historia CIA, Poznań 2012.</w:t>
            </w:r>
          </w:p>
          <w:p w14:paraId="4D052D16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Bar-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Zahar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Mossad: najważniejsze misje izraelskich tajnych służb, Poznań 2012.</w:t>
            </w:r>
          </w:p>
          <w:p w14:paraId="5A9F729E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Wywiad wojskowy II Rzeczypospolitej, red. P. Kołakowski / A. </w:t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Karków 2011. </w:t>
            </w:r>
          </w:p>
          <w:p w14:paraId="31FCF822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lastRenderedPageBreak/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A., Wojna o tajemnice : w tajnej służbie II Rzeczypospolitej 1918-1944, Kraków 2011.</w:t>
            </w:r>
          </w:p>
          <w:p w14:paraId="50C7F6EF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Pepłoński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A., Wywiad Polski na ZSRR :1921-1939, Warszawa 1996.</w:t>
            </w:r>
          </w:p>
          <w:p w14:paraId="22590CB6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Cenckiewicz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S., Długie ramię Moskwy : wywiad Polski Ludowej 1943-1991, Poznań 2011.</w:t>
            </w:r>
          </w:p>
          <w:p w14:paraId="4D496C72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Cenckiewicz</w:t>
            </w:r>
            <w:proofErr w:type="spellEnd"/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S., Oczami bezpieki : szkice i materiały z dziejów aparatu bezpieczeństwa PRL, Kraków 2006.</w:t>
            </w:r>
          </w:p>
          <w:p w14:paraId="14D23273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Terlecki R., Miecz i Tarcza Komunizmu. Historia aparatu bezpieczeństwa w Polsce 1944-1990, Kraków 2007.</w:t>
            </w:r>
          </w:p>
          <w:p w14:paraId="5EE621DE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Dominiczak H., Organy bezpieczeństwa PRL 1944-1990, Warszawa 1997.</w:t>
            </w:r>
          </w:p>
          <w:p w14:paraId="3DAE356A" w14:textId="77777777" w:rsidR="00D56E12" w:rsidRPr="00D56E12" w:rsidRDefault="00D56E12" w:rsidP="00D56E12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Tkaczew W., Organa informacji Wojska Polskiego. Kontrwywiad wojskowy 1943-1956, Warszawa 2007. </w:t>
            </w:r>
          </w:p>
          <w:p w14:paraId="0764A4F8" w14:textId="77777777" w:rsidR="00F2010B" w:rsidRPr="000B3B68" w:rsidRDefault="00F2010B" w:rsidP="00D56E12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C2388D2" w14:textId="77777777" w:rsidR="0085747A" w:rsidRPr="000C04D2" w:rsidRDefault="0085747A" w:rsidP="004D65E6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14:paraId="5A44B927" w14:textId="77777777" w:rsidR="0085747A" w:rsidRPr="000C04D2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197FF758" w14:textId="60A83675" w:rsidR="0085747A" w:rsidRPr="000C04D2" w:rsidRDefault="004D65E6" w:rsidP="00F83B28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</w:t>
      </w:r>
      <w:r w:rsidR="0085747A" w:rsidRPr="000C04D2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="0085747A" w:rsidRPr="000C04D2" w:rsidSect="003209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AF90A" w14:textId="77777777" w:rsidR="00C713B1" w:rsidRDefault="00C713B1" w:rsidP="00C16ABF">
      <w:pPr>
        <w:spacing w:after="0" w:line="240" w:lineRule="auto"/>
      </w:pPr>
      <w:r>
        <w:separator/>
      </w:r>
    </w:p>
  </w:endnote>
  <w:endnote w:type="continuationSeparator" w:id="0">
    <w:p w14:paraId="70C45CC4" w14:textId="77777777" w:rsidR="00C713B1" w:rsidRDefault="00C713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0518F" w14:textId="77777777" w:rsidR="00C713B1" w:rsidRDefault="00C713B1" w:rsidP="00C16ABF">
      <w:pPr>
        <w:spacing w:after="0" w:line="240" w:lineRule="auto"/>
      </w:pPr>
      <w:r>
        <w:separator/>
      </w:r>
    </w:p>
  </w:footnote>
  <w:footnote w:type="continuationSeparator" w:id="0">
    <w:p w14:paraId="69DCB615" w14:textId="77777777" w:rsidR="00C713B1" w:rsidRDefault="00C713B1" w:rsidP="00C16ABF">
      <w:pPr>
        <w:spacing w:after="0" w:line="240" w:lineRule="auto"/>
      </w:pPr>
      <w:r>
        <w:continuationSeparator/>
      </w:r>
    </w:p>
  </w:footnote>
  <w:footnote w:id="1">
    <w:p w14:paraId="688D16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1D7"/>
    <w:rsid w:val="001A70D2"/>
    <w:rsid w:val="001D657B"/>
    <w:rsid w:val="001D7B54"/>
    <w:rsid w:val="001E0209"/>
    <w:rsid w:val="001F2CA2"/>
    <w:rsid w:val="002144C0"/>
    <w:rsid w:val="0022477D"/>
    <w:rsid w:val="002278A9"/>
    <w:rsid w:val="002305D1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07D9"/>
    <w:rsid w:val="003151C5"/>
    <w:rsid w:val="00320923"/>
    <w:rsid w:val="003343CF"/>
    <w:rsid w:val="00346FE9"/>
    <w:rsid w:val="0034759A"/>
    <w:rsid w:val="003503F6"/>
    <w:rsid w:val="003530DD"/>
    <w:rsid w:val="00363F78"/>
    <w:rsid w:val="003A0A5B"/>
    <w:rsid w:val="003A1176"/>
    <w:rsid w:val="003A4E1B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8329B"/>
    <w:rsid w:val="0059484D"/>
    <w:rsid w:val="0059600E"/>
    <w:rsid w:val="005A0855"/>
    <w:rsid w:val="005A0D6C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0CD4"/>
    <w:rsid w:val="00616C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E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E669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56"/>
    <w:rsid w:val="00916188"/>
    <w:rsid w:val="00923D7D"/>
    <w:rsid w:val="00931A67"/>
    <w:rsid w:val="00932E0A"/>
    <w:rsid w:val="00950001"/>
    <w:rsid w:val="009508DF"/>
    <w:rsid w:val="00950DAC"/>
    <w:rsid w:val="00954A07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945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ACD"/>
    <w:rsid w:val="00C26CB7"/>
    <w:rsid w:val="00C324C1"/>
    <w:rsid w:val="00C36992"/>
    <w:rsid w:val="00C56036"/>
    <w:rsid w:val="00C61DC5"/>
    <w:rsid w:val="00C67E92"/>
    <w:rsid w:val="00C70A26"/>
    <w:rsid w:val="00C713B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433C"/>
    <w:rsid w:val="00D552B2"/>
    <w:rsid w:val="00D56E1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625"/>
    <w:rsid w:val="00E767E5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1F8D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251F9C0C"/>
    <w:rsid w:val="4377F3EE"/>
    <w:rsid w:val="7FE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7B87-BDB6-490D-B9B8-80E8D0CA1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59395-D87A-4922-ADB2-B5712F4FD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DC408E-09C4-4818-8E3C-4F6B854C6B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B1A2F8-FD4D-40E8-81CF-457033AE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2022-11-01T12:20:00Z</dcterms:created>
  <dcterms:modified xsi:type="dcterms:W3CDTF">2024-02-08T12:38:00Z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